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A5443" w14:textId="77777777" w:rsidR="00572637" w:rsidRDefault="00572637" w:rsidP="00AE1B0C">
      <w:pPr>
        <w:spacing w:after="0" w:line="240" w:lineRule="auto"/>
        <w:jc w:val="right"/>
        <w:rPr>
          <w:rFonts w:eastAsiaTheme="minorEastAsia" w:hAnsi="Calibri" w:cs="Arial"/>
          <w:color w:val="3E6CA4"/>
          <w:kern w:val="24"/>
          <w:sz w:val="28"/>
          <w:szCs w:val="28"/>
          <w:lang w:eastAsia="hr-HR"/>
        </w:rPr>
      </w:pPr>
    </w:p>
    <w:p w14:paraId="20368F5F" w14:textId="12392919" w:rsidR="00AE1B0C" w:rsidRPr="00AE1B0C" w:rsidRDefault="00AE1B0C" w:rsidP="00AE1B0C">
      <w:pPr>
        <w:spacing w:after="0" w:line="240" w:lineRule="auto"/>
        <w:jc w:val="right"/>
        <w:rPr>
          <w:color w:val="0070C0"/>
          <w:sz w:val="24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48591328" wp14:editId="1C40B196">
            <wp:simplePos x="0" y="0"/>
            <wp:positionH relativeFrom="column">
              <wp:posOffset>-635</wp:posOffset>
            </wp:positionH>
            <wp:positionV relativeFrom="paragraph">
              <wp:posOffset>0</wp:posOffset>
            </wp:positionV>
            <wp:extent cx="2438400" cy="792480"/>
            <wp:effectExtent l="0" t="0" r="0" b="7620"/>
            <wp:wrapThrough wrapText="bothSides">
              <wp:wrapPolygon edited="0">
                <wp:start x="0" y="0"/>
                <wp:lineTo x="0" y="21288"/>
                <wp:lineTo x="21431" y="21288"/>
                <wp:lineTo x="21431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ZS logo 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08" t="21761" r="16649" b="37091"/>
                    <a:stretch/>
                  </pic:blipFill>
                  <pic:spPr bwMode="auto">
                    <a:xfrm>
                      <a:off x="0" y="0"/>
                      <a:ext cx="2438400" cy="7924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AE1B0C">
        <w:rPr>
          <w:rFonts w:eastAsiaTheme="minorEastAsia" w:hAnsi="Calibri" w:cs="Arial"/>
          <w:color w:val="3E6CA4"/>
          <w:kern w:val="24"/>
          <w:sz w:val="28"/>
          <w:szCs w:val="28"/>
          <w:lang w:eastAsia="hr-HR"/>
        </w:rPr>
        <w:t xml:space="preserve"> </w:t>
      </w:r>
      <w:r w:rsidRPr="00AE1B0C">
        <w:rPr>
          <w:color w:val="0070C0"/>
          <w:sz w:val="24"/>
        </w:rPr>
        <w:t>S</w:t>
      </w:r>
      <w:r w:rsidR="00EF17DA">
        <w:rPr>
          <w:color w:val="0070C0"/>
          <w:sz w:val="24"/>
        </w:rPr>
        <w:t xml:space="preserve">veučilište u Rijeci ▪ Fakultet </w:t>
      </w:r>
      <w:r w:rsidRPr="00AE1B0C">
        <w:rPr>
          <w:color w:val="0070C0"/>
          <w:sz w:val="24"/>
        </w:rPr>
        <w:t xml:space="preserve"> zdravstven</w:t>
      </w:r>
      <w:r w:rsidR="00EF17DA">
        <w:rPr>
          <w:color w:val="0070C0"/>
          <w:sz w:val="24"/>
        </w:rPr>
        <w:t>ih studija</w:t>
      </w:r>
    </w:p>
    <w:p w14:paraId="6826F3FE" w14:textId="12EE6823" w:rsidR="00AE1B0C" w:rsidRPr="00AE1B0C" w:rsidRDefault="00AE1B0C" w:rsidP="00AE1B0C">
      <w:pPr>
        <w:spacing w:after="0" w:line="240" w:lineRule="auto"/>
        <w:jc w:val="right"/>
        <w:rPr>
          <w:color w:val="0070C0"/>
        </w:rPr>
      </w:pPr>
      <w:r w:rsidRPr="00AE1B0C">
        <w:rPr>
          <w:color w:val="0070C0"/>
          <w:sz w:val="24"/>
        </w:rPr>
        <w:t>University of Rijeka ▪ Faculty of Hea</w:t>
      </w:r>
      <w:r w:rsidR="00B4079B">
        <w:rPr>
          <w:color w:val="0070C0"/>
          <w:sz w:val="24"/>
        </w:rPr>
        <w:t>l</w:t>
      </w:r>
      <w:r w:rsidRPr="00AE1B0C">
        <w:rPr>
          <w:color w:val="0070C0"/>
          <w:sz w:val="24"/>
        </w:rPr>
        <w:t>th S</w:t>
      </w:r>
      <w:r w:rsidR="00F31EDE">
        <w:rPr>
          <w:color w:val="0070C0"/>
          <w:sz w:val="24"/>
        </w:rPr>
        <w:t>tudies</w:t>
      </w:r>
    </w:p>
    <w:p w14:paraId="396B583A" w14:textId="77777777" w:rsidR="00AE1B0C" w:rsidRPr="004F4BF4" w:rsidRDefault="00AE1B0C" w:rsidP="00AE1B0C">
      <w:pPr>
        <w:spacing w:before="40" w:after="0" w:line="240" w:lineRule="auto"/>
        <w:jc w:val="right"/>
        <w:rPr>
          <w:color w:val="0070C0"/>
          <w:sz w:val="18"/>
        </w:rPr>
      </w:pPr>
      <w:r w:rsidRPr="004F4BF4">
        <w:rPr>
          <w:color w:val="0070C0"/>
          <w:sz w:val="18"/>
        </w:rPr>
        <w:t>Viktora Cara Emina 5 ▪ 51000 Rijeka ▪ CROATIA</w:t>
      </w:r>
    </w:p>
    <w:p w14:paraId="662473B2" w14:textId="77777777" w:rsidR="004F4BF4" w:rsidRPr="004F4BF4" w:rsidRDefault="00AE1B0C" w:rsidP="00AE1B0C">
      <w:pPr>
        <w:spacing w:after="0" w:line="240" w:lineRule="auto"/>
        <w:jc w:val="right"/>
        <w:rPr>
          <w:color w:val="0070C0"/>
          <w:sz w:val="18"/>
        </w:rPr>
      </w:pPr>
      <w:r w:rsidRPr="004F4BF4">
        <w:rPr>
          <w:color w:val="0070C0"/>
          <w:sz w:val="18"/>
        </w:rPr>
        <w:t>Phone: +385 51 688 266</w:t>
      </w:r>
    </w:p>
    <w:p w14:paraId="1F777092" w14:textId="77777777" w:rsidR="00AE1B0C" w:rsidRPr="004F4BF4" w:rsidRDefault="004F4BF4" w:rsidP="00AE1B0C">
      <w:pPr>
        <w:spacing w:after="0" w:line="240" w:lineRule="auto"/>
        <w:jc w:val="right"/>
        <w:rPr>
          <w:color w:val="0070C0"/>
          <w:sz w:val="20"/>
        </w:rPr>
      </w:pPr>
      <w:r w:rsidRPr="004F4BF4">
        <w:rPr>
          <w:color w:val="0070C0"/>
          <w:sz w:val="18"/>
        </w:rPr>
        <w:t>www.fzsri.uniri.hr</w:t>
      </w:r>
      <w:r w:rsidR="00AE1B0C" w:rsidRPr="004F4BF4">
        <w:rPr>
          <w:color w:val="0070C0"/>
          <w:sz w:val="18"/>
        </w:rPr>
        <w:t xml:space="preserve"> </w:t>
      </w:r>
    </w:p>
    <w:p w14:paraId="44266303" w14:textId="77777777" w:rsidR="000573D0" w:rsidRDefault="000573D0" w:rsidP="00AE1B0C">
      <w:pPr>
        <w:jc w:val="both"/>
      </w:pPr>
    </w:p>
    <w:p w14:paraId="5BCE6338" w14:textId="3CBCA6E0" w:rsidR="00286277" w:rsidRPr="00003132" w:rsidRDefault="00286277" w:rsidP="002862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132">
        <w:rPr>
          <w:rFonts w:ascii="Times New Roman" w:hAnsi="Times New Roman" w:cs="Times New Roman"/>
          <w:b/>
          <w:bCs/>
          <w:sz w:val="24"/>
          <w:szCs w:val="24"/>
        </w:rPr>
        <w:t xml:space="preserve">Fakultet </w:t>
      </w:r>
      <w:r w:rsidR="00B4079B" w:rsidRPr="00003132">
        <w:rPr>
          <w:rFonts w:ascii="Times New Roman" w:hAnsi="Times New Roman" w:cs="Times New Roman"/>
          <w:b/>
          <w:bCs/>
          <w:sz w:val="24"/>
          <w:szCs w:val="24"/>
        </w:rPr>
        <w:t>zdravstvenih</w:t>
      </w:r>
      <w:r w:rsidRPr="00003132">
        <w:rPr>
          <w:rFonts w:ascii="Times New Roman" w:hAnsi="Times New Roman" w:cs="Times New Roman"/>
          <w:b/>
          <w:bCs/>
          <w:sz w:val="24"/>
          <w:szCs w:val="24"/>
        </w:rPr>
        <w:t xml:space="preserve"> studija</w:t>
      </w:r>
    </w:p>
    <w:p w14:paraId="2BCABD4D" w14:textId="332922F0" w:rsidR="00286277" w:rsidRPr="00003132" w:rsidRDefault="00286277" w:rsidP="002862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132">
        <w:rPr>
          <w:rFonts w:ascii="Times New Roman" w:hAnsi="Times New Roman" w:cs="Times New Roman"/>
          <w:b/>
          <w:bCs/>
          <w:sz w:val="24"/>
          <w:szCs w:val="24"/>
        </w:rPr>
        <w:t xml:space="preserve">RKP: </w:t>
      </w:r>
      <w:r w:rsidR="00A6682C">
        <w:rPr>
          <w:rFonts w:ascii="Times New Roman" w:hAnsi="Times New Roman" w:cs="Times New Roman"/>
          <w:b/>
          <w:bCs/>
          <w:sz w:val="24"/>
          <w:szCs w:val="24"/>
        </w:rPr>
        <w:t>48023</w:t>
      </w:r>
    </w:p>
    <w:p w14:paraId="28DF3DBF" w14:textId="1C58EB09" w:rsidR="00286277" w:rsidRPr="00003132" w:rsidRDefault="00286277" w:rsidP="002862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132">
        <w:rPr>
          <w:rFonts w:ascii="Times New Roman" w:hAnsi="Times New Roman" w:cs="Times New Roman"/>
          <w:b/>
          <w:bCs/>
          <w:sz w:val="24"/>
          <w:szCs w:val="24"/>
        </w:rPr>
        <w:t>OIB: 19213484918</w:t>
      </w:r>
    </w:p>
    <w:p w14:paraId="6CCB5F18" w14:textId="77777777" w:rsidR="00286277" w:rsidRPr="00003132" w:rsidRDefault="00286277" w:rsidP="007769B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E33DB9" w14:textId="77777777" w:rsidR="00286277" w:rsidRPr="00003132" w:rsidRDefault="00286277" w:rsidP="007769B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9334B3" w14:textId="48BC257B" w:rsidR="005A0C2D" w:rsidRPr="00003132" w:rsidRDefault="005A0C2D" w:rsidP="007769B9">
      <w:pPr>
        <w:jc w:val="both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>Rijeka,</w:t>
      </w:r>
      <w:r w:rsidR="00211271">
        <w:rPr>
          <w:rFonts w:ascii="Times New Roman" w:hAnsi="Times New Roman" w:cs="Times New Roman"/>
          <w:sz w:val="24"/>
          <w:szCs w:val="24"/>
        </w:rPr>
        <w:t xml:space="preserve"> </w:t>
      </w:r>
      <w:r w:rsidR="00544729">
        <w:rPr>
          <w:rFonts w:ascii="Times New Roman" w:hAnsi="Times New Roman" w:cs="Times New Roman"/>
          <w:sz w:val="24"/>
          <w:szCs w:val="24"/>
        </w:rPr>
        <w:t>10.12.2025.</w:t>
      </w:r>
    </w:p>
    <w:p w14:paraId="6559C1A5" w14:textId="77777777" w:rsidR="00875EA5" w:rsidRPr="00003132" w:rsidRDefault="00875EA5" w:rsidP="007769B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66B248" w14:textId="4D954CAD" w:rsidR="006B1860" w:rsidRPr="00003132" w:rsidRDefault="006B1860" w:rsidP="00544729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3132">
        <w:rPr>
          <w:rFonts w:ascii="Times New Roman" w:hAnsi="Times New Roman" w:cs="Times New Roman"/>
          <w:b/>
          <w:sz w:val="24"/>
          <w:szCs w:val="24"/>
        </w:rPr>
        <w:t>Obrazloženje</w:t>
      </w:r>
      <w:r w:rsidR="00211271">
        <w:rPr>
          <w:rFonts w:ascii="Times New Roman" w:hAnsi="Times New Roman" w:cs="Times New Roman"/>
          <w:b/>
          <w:sz w:val="24"/>
          <w:szCs w:val="24"/>
        </w:rPr>
        <w:t xml:space="preserve"> Općeg dijela</w:t>
      </w:r>
      <w:r w:rsidR="00527152" w:rsidRPr="000031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4729">
        <w:rPr>
          <w:rFonts w:ascii="Times New Roman" w:hAnsi="Times New Roman" w:cs="Times New Roman"/>
          <w:b/>
          <w:sz w:val="24"/>
          <w:szCs w:val="24"/>
        </w:rPr>
        <w:t xml:space="preserve">izmjena i dopuna </w:t>
      </w:r>
      <w:r w:rsidR="00527152" w:rsidRPr="00003132">
        <w:rPr>
          <w:rFonts w:ascii="Times New Roman" w:hAnsi="Times New Roman" w:cs="Times New Roman"/>
          <w:b/>
          <w:sz w:val="24"/>
          <w:szCs w:val="24"/>
        </w:rPr>
        <w:t>financijskog plana za 202</w:t>
      </w:r>
      <w:r w:rsidR="00544729">
        <w:rPr>
          <w:rFonts w:ascii="Times New Roman" w:hAnsi="Times New Roman" w:cs="Times New Roman"/>
          <w:b/>
          <w:sz w:val="24"/>
          <w:szCs w:val="24"/>
        </w:rPr>
        <w:t>5</w:t>
      </w:r>
      <w:r w:rsidR="00FD3BFB" w:rsidRPr="00003132">
        <w:rPr>
          <w:rFonts w:ascii="Times New Roman" w:hAnsi="Times New Roman" w:cs="Times New Roman"/>
          <w:b/>
          <w:sz w:val="24"/>
          <w:szCs w:val="24"/>
        </w:rPr>
        <w:t>.</w:t>
      </w:r>
      <w:r w:rsidR="003C6F62" w:rsidRPr="000031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3BFB" w:rsidRPr="00003132">
        <w:rPr>
          <w:rFonts w:ascii="Times New Roman" w:hAnsi="Times New Roman" w:cs="Times New Roman"/>
          <w:b/>
          <w:sz w:val="24"/>
          <w:szCs w:val="24"/>
        </w:rPr>
        <w:t>godinu</w:t>
      </w:r>
      <w:r w:rsidR="00527152" w:rsidRPr="0000313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1D237BD" w14:textId="77777777" w:rsidR="006B1860" w:rsidRPr="00003132" w:rsidRDefault="006B1860" w:rsidP="006B186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A32C5F" w14:textId="09DC37F8" w:rsidR="004B196E" w:rsidRDefault="00C47572" w:rsidP="00787E64">
      <w:pPr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PRIHODI I PRIMICI</w:t>
      </w:r>
    </w:p>
    <w:p w14:paraId="02E5AE8E" w14:textId="351F3AA2" w:rsidR="00A50345" w:rsidRDefault="00A50345" w:rsidP="002A0D04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561C">
        <w:rPr>
          <w:rFonts w:ascii="Times New Roman" w:hAnsi="Times New Roman" w:cs="Times New Roman"/>
          <w:bCs/>
          <w:sz w:val="24"/>
          <w:szCs w:val="24"/>
        </w:rPr>
        <w:t xml:space="preserve">Ukupni </w:t>
      </w:r>
      <w:r w:rsidR="00951D90">
        <w:rPr>
          <w:rFonts w:ascii="Times New Roman" w:hAnsi="Times New Roman" w:cs="Times New Roman"/>
          <w:bCs/>
          <w:sz w:val="24"/>
          <w:szCs w:val="24"/>
        </w:rPr>
        <w:t xml:space="preserve">planirani </w:t>
      </w:r>
      <w:r w:rsidRPr="00C1561C">
        <w:rPr>
          <w:rFonts w:ascii="Times New Roman" w:hAnsi="Times New Roman" w:cs="Times New Roman"/>
          <w:bCs/>
          <w:sz w:val="24"/>
          <w:szCs w:val="24"/>
        </w:rPr>
        <w:t>prihodi za 202</w:t>
      </w:r>
      <w:r w:rsidR="002A0D04">
        <w:rPr>
          <w:rFonts w:ascii="Times New Roman" w:hAnsi="Times New Roman" w:cs="Times New Roman"/>
          <w:bCs/>
          <w:sz w:val="24"/>
          <w:szCs w:val="24"/>
        </w:rPr>
        <w:t>5</w:t>
      </w:r>
      <w:r w:rsidRPr="00C1561C">
        <w:rPr>
          <w:rFonts w:ascii="Times New Roman" w:hAnsi="Times New Roman" w:cs="Times New Roman"/>
          <w:bCs/>
          <w:sz w:val="24"/>
          <w:szCs w:val="24"/>
        </w:rPr>
        <w:t xml:space="preserve">. godinu iznose </w:t>
      </w:r>
      <w:r w:rsidR="002A0D04">
        <w:rPr>
          <w:rFonts w:ascii="Times New Roman" w:hAnsi="Times New Roman" w:cs="Times New Roman"/>
          <w:bCs/>
          <w:sz w:val="24"/>
          <w:szCs w:val="24"/>
        </w:rPr>
        <w:t>3.623.669</w:t>
      </w:r>
      <w:r w:rsidR="001751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1561C">
        <w:rPr>
          <w:rFonts w:ascii="Times New Roman" w:hAnsi="Times New Roman" w:cs="Times New Roman"/>
          <w:bCs/>
          <w:sz w:val="24"/>
          <w:szCs w:val="24"/>
        </w:rPr>
        <w:t xml:space="preserve">eura </w:t>
      </w:r>
      <w:r w:rsidR="00AD7D69">
        <w:rPr>
          <w:rFonts w:ascii="Times New Roman" w:hAnsi="Times New Roman" w:cs="Times New Roman"/>
          <w:bCs/>
          <w:sz w:val="24"/>
          <w:szCs w:val="24"/>
        </w:rPr>
        <w:t xml:space="preserve">što pokazuje povećanje u aposlutnom iznosu od 358.015. eura u odnosu na izvorni plan. Najveće povećanje odnosi se na </w:t>
      </w:r>
      <w:r w:rsidR="00285C0C">
        <w:rPr>
          <w:rFonts w:ascii="Times New Roman" w:hAnsi="Times New Roman" w:cs="Times New Roman"/>
          <w:bCs/>
          <w:sz w:val="24"/>
          <w:szCs w:val="24"/>
        </w:rPr>
        <w:t xml:space="preserve">izvor 11 gdje je porast </w:t>
      </w:r>
      <w:r w:rsidR="001A553C">
        <w:rPr>
          <w:rFonts w:ascii="Times New Roman" w:hAnsi="Times New Roman" w:cs="Times New Roman"/>
          <w:bCs/>
          <w:sz w:val="24"/>
          <w:szCs w:val="24"/>
        </w:rPr>
        <w:t xml:space="preserve">nastao i na kontu plaća i na kontima </w:t>
      </w:r>
      <w:r w:rsidR="00D765D3">
        <w:rPr>
          <w:rFonts w:ascii="Times New Roman" w:hAnsi="Times New Roman" w:cs="Times New Roman"/>
          <w:bCs/>
          <w:sz w:val="24"/>
          <w:szCs w:val="24"/>
        </w:rPr>
        <w:t>povećanog temeljnog financiranja znanstvene i umjetičke djelatnosti</w:t>
      </w:r>
      <w:r w:rsidR="007E26A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22B1724E" w14:textId="5E58FCA4" w:rsidR="00352177" w:rsidRDefault="00CA636C" w:rsidP="008F24FA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Prihodi iz izvora 43 na kojem se knjiže školarine studenata </w:t>
      </w:r>
      <w:r w:rsidR="009B5555">
        <w:rPr>
          <w:rFonts w:ascii="Times New Roman" w:hAnsi="Times New Roman" w:cs="Times New Roman"/>
          <w:bCs/>
          <w:sz w:val="24"/>
          <w:szCs w:val="24"/>
        </w:rPr>
        <w:t>ostali su na istoj razini jer nije došlo do odstupanja u planiranim kvotama kod up</w:t>
      </w:r>
      <w:r w:rsidR="00430401">
        <w:rPr>
          <w:rFonts w:ascii="Times New Roman" w:hAnsi="Times New Roman" w:cs="Times New Roman"/>
          <w:bCs/>
          <w:sz w:val="24"/>
          <w:szCs w:val="24"/>
        </w:rPr>
        <w:t xml:space="preserve">isa studenata. </w:t>
      </w:r>
    </w:p>
    <w:p w14:paraId="3247ECAA" w14:textId="77777777" w:rsidR="00EB3E84" w:rsidRDefault="00430401" w:rsidP="00C33C2F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Također je  izvor 31 ostao na istoj razini budući da nije bilo novi</w:t>
      </w:r>
      <w:r w:rsidR="005A44BB">
        <w:rPr>
          <w:rFonts w:ascii="Times New Roman" w:hAnsi="Times New Roman" w:cs="Times New Roman"/>
          <w:bCs/>
          <w:sz w:val="24"/>
          <w:szCs w:val="24"/>
        </w:rPr>
        <w:t xml:space="preserve"> ugovaranja poslova na </w:t>
      </w:r>
      <w:r w:rsidR="00C33C2F">
        <w:rPr>
          <w:rFonts w:ascii="Times New Roman" w:hAnsi="Times New Roman" w:cs="Times New Roman"/>
          <w:bCs/>
          <w:sz w:val="24"/>
          <w:szCs w:val="24"/>
        </w:rPr>
        <w:t xml:space="preserve">tržištu. </w:t>
      </w:r>
    </w:p>
    <w:p w14:paraId="5066BA22" w14:textId="2C55965D" w:rsidR="00EB3E84" w:rsidRDefault="00EB3E84" w:rsidP="00C33C2F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Na izvoru 581 izmjenom i dopunom financijskog plana planirani su </w:t>
      </w:r>
      <w:r w:rsidR="0053054E">
        <w:rPr>
          <w:rFonts w:ascii="Times New Roman" w:hAnsi="Times New Roman" w:cs="Times New Roman"/>
          <w:bCs/>
          <w:sz w:val="24"/>
          <w:szCs w:val="24"/>
        </w:rPr>
        <w:t xml:space="preserve">NPOO projekti koji su odobreni od strane Sveučilišta u iznosu od 40.856, što je ugovoreno novim Programskom Ugovorom. </w:t>
      </w:r>
    </w:p>
    <w:p w14:paraId="5B74CDB3" w14:textId="626C5ADC" w:rsidR="000738C2" w:rsidRDefault="000738C2" w:rsidP="00C33C2F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Pomoći od EU na izvoru 51 su smanjene za 15.000,00 eura jer će </w:t>
      </w:r>
      <w:r w:rsidR="002A5BE4">
        <w:rPr>
          <w:rFonts w:ascii="Times New Roman" w:hAnsi="Times New Roman" w:cs="Times New Roman"/>
          <w:bCs/>
          <w:sz w:val="24"/>
          <w:szCs w:val="24"/>
        </w:rPr>
        <w:t xml:space="preserve">ostatak sredstava iz projekta Pain Free i Epik doći u 2026. godini. </w:t>
      </w:r>
    </w:p>
    <w:p w14:paraId="4903FA18" w14:textId="26121189" w:rsidR="00725057" w:rsidRDefault="00725057" w:rsidP="00C33C2F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Na izvoru 52 povećan je prihod </w:t>
      </w:r>
      <w:r w:rsidR="00A627B8">
        <w:rPr>
          <w:rFonts w:ascii="Times New Roman" w:hAnsi="Times New Roman" w:cs="Times New Roman"/>
          <w:bCs/>
          <w:sz w:val="24"/>
          <w:szCs w:val="24"/>
        </w:rPr>
        <w:t xml:space="preserve">za 18.305 eura za dobivene projekte od Sveučilišta. </w:t>
      </w:r>
    </w:p>
    <w:p w14:paraId="5A945585" w14:textId="77777777" w:rsidR="00EB3E84" w:rsidRDefault="00EB3E84" w:rsidP="00C33C2F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8444EB6" w14:textId="7D77948C" w:rsidR="00E95E48" w:rsidRPr="001F724C" w:rsidRDefault="001F724C" w:rsidP="00C33C2F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1.2 </w:t>
      </w:r>
      <w:r w:rsidR="00E95E48" w:rsidRPr="001F724C">
        <w:rPr>
          <w:rFonts w:ascii="Times New Roman" w:hAnsi="Times New Roman" w:cs="Times New Roman"/>
          <w:b/>
          <w:sz w:val="24"/>
          <w:szCs w:val="24"/>
        </w:rPr>
        <w:t>RASHODI I IZDACI</w:t>
      </w:r>
    </w:p>
    <w:p w14:paraId="2169DF88" w14:textId="7C2260EF" w:rsidR="00E95E48" w:rsidRDefault="00697A3D" w:rsidP="00E95E48">
      <w:pPr>
        <w:pStyle w:val="Odlomakpopisa"/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Ukupni rashodi</w:t>
      </w:r>
      <w:r w:rsidR="00A37DC0">
        <w:rPr>
          <w:rFonts w:ascii="Times New Roman" w:hAnsi="Times New Roman" w:cs="Times New Roman"/>
          <w:bCs/>
          <w:sz w:val="24"/>
          <w:szCs w:val="24"/>
        </w:rPr>
        <w:t xml:space="preserve"> za 202</w:t>
      </w:r>
      <w:r w:rsidR="00A627B8">
        <w:rPr>
          <w:rFonts w:ascii="Times New Roman" w:hAnsi="Times New Roman" w:cs="Times New Roman"/>
          <w:bCs/>
          <w:sz w:val="24"/>
          <w:szCs w:val="24"/>
        </w:rPr>
        <w:t>5</w:t>
      </w:r>
      <w:r w:rsidR="00A37DC0">
        <w:rPr>
          <w:rFonts w:ascii="Times New Roman" w:hAnsi="Times New Roman" w:cs="Times New Roman"/>
          <w:bCs/>
          <w:sz w:val="24"/>
          <w:szCs w:val="24"/>
        </w:rPr>
        <w:t xml:space="preserve">. godinu </w:t>
      </w:r>
      <w:r>
        <w:rPr>
          <w:rFonts w:ascii="Times New Roman" w:hAnsi="Times New Roman" w:cs="Times New Roman"/>
          <w:bCs/>
          <w:sz w:val="24"/>
          <w:szCs w:val="24"/>
        </w:rPr>
        <w:t xml:space="preserve"> iznose </w:t>
      </w:r>
      <w:r w:rsidR="003A04C2">
        <w:rPr>
          <w:rFonts w:ascii="Times New Roman" w:hAnsi="Times New Roman" w:cs="Times New Roman"/>
          <w:bCs/>
          <w:sz w:val="24"/>
          <w:szCs w:val="24"/>
        </w:rPr>
        <w:t>3.711.716</w:t>
      </w:r>
      <w:r w:rsidR="00EF0939">
        <w:rPr>
          <w:rFonts w:ascii="Times New Roman" w:hAnsi="Times New Roman" w:cs="Times New Roman"/>
          <w:bCs/>
          <w:sz w:val="24"/>
          <w:szCs w:val="24"/>
        </w:rPr>
        <w:t xml:space="preserve"> eura</w:t>
      </w:r>
      <w:r w:rsidR="00416BF9">
        <w:rPr>
          <w:rFonts w:ascii="Times New Roman" w:hAnsi="Times New Roman" w:cs="Times New Roman"/>
          <w:bCs/>
          <w:sz w:val="24"/>
          <w:szCs w:val="24"/>
        </w:rPr>
        <w:t xml:space="preserve">. Što predtavlja povećanje u odnosu na izvorni plan u apslolutnom iznosu od 413.240 eura. Najveći razlog tome je </w:t>
      </w:r>
      <w:r w:rsidR="00631A11">
        <w:rPr>
          <w:rFonts w:ascii="Times New Roman" w:hAnsi="Times New Roman" w:cs="Times New Roman"/>
          <w:bCs/>
          <w:sz w:val="24"/>
          <w:szCs w:val="24"/>
        </w:rPr>
        <w:t xml:space="preserve">povećanje na izvoru 11 kako na kontu plaća tako </w:t>
      </w:r>
      <w:r w:rsidR="00601EBD">
        <w:rPr>
          <w:rFonts w:ascii="Times New Roman" w:hAnsi="Times New Roman" w:cs="Times New Roman"/>
          <w:bCs/>
          <w:sz w:val="24"/>
          <w:szCs w:val="24"/>
        </w:rPr>
        <w:t>i na kontima vanjske suradnje i na kontima opreme</w:t>
      </w:r>
      <w:r w:rsidR="00C32089">
        <w:rPr>
          <w:rFonts w:ascii="Times New Roman" w:hAnsi="Times New Roman" w:cs="Times New Roman"/>
          <w:bCs/>
          <w:sz w:val="24"/>
          <w:szCs w:val="24"/>
        </w:rPr>
        <w:t>.</w:t>
      </w:r>
      <w:r w:rsidR="00601EBD" w:rsidRPr="00601E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01EBD">
        <w:rPr>
          <w:rFonts w:ascii="Times New Roman" w:hAnsi="Times New Roman" w:cs="Times New Roman"/>
          <w:bCs/>
          <w:sz w:val="24"/>
          <w:szCs w:val="24"/>
        </w:rPr>
        <w:t>Rashodi izvora 11 su određeni limitima</w:t>
      </w:r>
      <w:r w:rsidR="00FF5C41">
        <w:rPr>
          <w:rFonts w:ascii="Times New Roman" w:hAnsi="Times New Roman" w:cs="Times New Roman"/>
          <w:bCs/>
          <w:sz w:val="24"/>
          <w:szCs w:val="24"/>
        </w:rPr>
        <w:t xml:space="preserve">danim od strane Sveučilišta i ne mogu se prenositi u iduću godinu. </w:t>
      </w:r>
    </w:p>
    <w:p w14:paraId="49C4B649" w14:textId="63C957DE" w:rsidR="00E83ED9" w:rsidRDefault="00DE7138" w:rsidP="00B721A7">
      <w:pPr>
        <w:pStyle w:val="Odlomakpopisa"/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Na izvoru 43 </w:t>
      </w:r>
      <w:r w:rsidR="00D66230">
        <w:rPr>
          <w:rFonts w:ascii="Times New Roman" w:hAnsi="Times New Roman" w:cs="Times New Roman"/>
          <w:bCs/>
          <w:sz w:val="24"/>
          <w:szCs w:val="24"/>
        </w:rPr>
        <w:t xml:space="preserve">dolazi do </w:t>
      </w:r>
      <w:r w:rsidR="000C500F">
        <w:rPr>
          <w:rFonts w:ascii="Times New Roman" w:hAnsi="Times New Roman" w:cs="Times New Roman"/>
          <w:bCs/>
          <w:sz w:val="24"/>
          <w:szCs w:val="24"/>
        </w:rPr>
        <w:t>povećanja</w:t>
      </w:r>
      <w:r w:rsidR="00D6623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721A7">
        <w:rPr>
          <w:rFonts w:ascii="Times New Roman" w:hAnsi="Times New Roman" w:cs="Times New Roman"/>
          <w:bCs/>
          <w:sz w:val="24"/>
          <w:szCs w:val="24"/>
        </w:rPr>
        <w:t>na kontu službenih putovanja</w:t>
      </w:r>
      <w:r w:rsidR="00304CF7">
        <w:rPr>
          <w:rFonts w:ascii="Times New Roman" w:hAnsi="Times New Roman" w:cs="Times New Roman"/>
          <w:bCs/>
          <w:sz w:val="24"/>
          <w:szCs w:val="24"/>
        </w:rPr>
        <w:t xml:space="preserve">, zatim tekućih i </w:t>
      </w:r>
      <w:r w:rsidR="00E70954">
        <w:rPr>
          <w:rFonts w:ascii="Times New Roman" w:hAnsi="Times New Roman" w:cs="Times New Roman"/>
          <w:bCs/>
          <w:sz w:val="24"/>
          <w:szCs w:val="24"/>
        </w:rPr>
        <w:t>investicijskih usluga</w:t>
      </w:r>
      <w:r w:rsidR="00267ADC">
        <w:rPr>
          <w:rFonts w:ascii="Times New Roman" w:hAnsi="Times New Roman" w:cs="Times New Roman"/>
          <w:bCs/>
          <w:sz w:val="24"/>
          <w:szCs w:val="24"/>
        </w:rPr>
        <w:t xml:space="preserve">, povećani troškovi hladnog pogona. </w:t>
      </w:r>
    </w:p>
    <w:p w14:paraId="45A7F807" w14:textId="155EED94" w:rsidR="00BD6F9D" w:rsidRDefault="00BD6F9D" w:rsidP="00EA0305">
      <w:pPr>
        <w:pStyle w:val="Odlomakpopisa"/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Planirani </w:t>
      </w:r>
      <w:r w:rsidR="003B1C21">
        <w:rPr>
          <w:rFonts w:ascii="Times New Roman" w:hAnsi="Times New Roman" w:cs="Times New Roman"/>
          <w:bCs/>
          <w:sz w:val="24"/>
          <w:szCs w:val="24"/>
        </w:rPr>
        <w:t xml:space="preserve">rashodi </w:t>
      </w:r>
      <w:r>
        <w:rPr>
          <w:rFonts w:ascii="Times New Roman" w:hAnsi="Times New Roman" w:cs="Times New Roman"/>
          <w:bCs/>
          <w:sz w:val="24"/>
          <w:szCs w:val="24"/>
        </w:rPr>
        <w:t xml:space="preserve">na izvoru 581 su </w:t>
      </w:r>
      <w:r w:rsidR="00474EC6">
        <w:rPr>
          <w:rFonts w:ascii="Times New Roman" w:hAnsi="Times New Roman" w:cs="Times New Roman"/>
          <w:bCs/>
          <w:sz w:val="24"/>
          <w:szCs w:val="24"/>
        </w:rPr>
        <w:t>u 202</w:t>
      </w:r>
      <w:r w:rsidR="0031524D">
        <w:rPr>
          <w:rFonts w:ascii="Times New Roman" w:hAnsi="Times New Roman" w:cs="Times New Roman"/>
          <w:bCs/>
          <w:sz w:val="24"/>
          <w:szCs w:val="24"/>
        </w:rPr>
        <w:t>5</w:t>
      </w:r>
      <w:r w:rsidR="00474EC6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3B1C21">
        <w:rPr>
          <w:rFonts w:ascii="Times New Roman" w:hAnsi="Times New Roman" w:cs="Times New Roman"/>
          <w:bCs/>
          <w:sz w:val="24"/>
          <w:szCs w:val="24"/>
        </w:rPr>
        <w:t xml:space="preserve">eura </w:t>
      </w:r>
      <w:r w:rsidR="0031524D">
        <w:rPr>
          <w:rFonts w:ascii="Times New Roman" w:hAnsi="Times New Roman" w:cs="Times New Roman"/>
          <w:bCs/>
          <w:sz w:val="24"/>
          <w:szCs w:val="24"/>
        </w:rPr>
        <w:t xml:space="preserve">povećani jer se na tom izvoru osim postojećeg NPOO projekta nalaze i novo dobiveni projekti Sveučilišta. </w:t>
      </w:r>
      <w:r w:rsidR="003B1C21">
        <w:rPr>
          <w:rFonts w:ascii="Times New Roman" w:hAnsi="Times New Roman" w:cs="Times New Roman"/>
          <w:bCs/>
          <w:sz w:val="24"/>
          <w:szCs w:val="24"/>
        </w:rPr>
        <w:t xml:space="preserve"> jer su voditelji  projekata u tom razdoblju</w:t>
      </w:r>
      <w:r w:rsidR="00FC6949">
        <w:rPr>
          <w:rFonts w:ascii="Times New Roman" w:hAnsi="Times New Roman" w:cs="Times New Roman"/>
          <w:bCs/>
          <w:sz w:val="24"/>
          <w:szCs w:val="24"/>
        </w:rPr>
        <w:t xml:space="preserve"> predvidjeli najveće tr</w:t>
      </w:r>
      <w:r w:rsidR="00F25539">
        <w:rPr>
          <w:rFonts w:ascii="Times New Roman" w:hAnsi="Times New Roman" w:cs="Times New Roman"/>
          <w:bCs/>
          <w:sz w:val="24"/>
          <w:szCs w:val="24"/>
        </w:rPr>
        <w:t xml:space="preserve">oškove. </w:t>
      </w:r>
      <w:r w:rsidR="00CC2612">
        <w:rPr>
          <w:rFonts w:ascii="Times New Roman" w:hAnsi="Times New Roman" w:cs="Times New Roman"/>
          <w:bCs/>
          <w:sz w:val="24"/>
          <w:szCs w:val="24"/>
        </w:rPr>
        <w:t xml:space="preserve">Na izvoru 52 rashodi se </w:t>
      </w:r>
      <w:r w:rsidR="00EA0305">
        <w:rPr>
          <w:rFonts w:ascii="Times New Roman" w:hAnsi="Times New Roman" w:cs="Times New Roman"/>
          <w:bCs/>
          <w:sz w:val="24"/>
          <w:szCs w:val="24"/>
        </w:rPr>
        <w:t>povećavaju, uslije novodobivenih projekata sa Sveučilišta raz,jerno rastu i rashodi prili</w:t>
      </w:r>
      <w:r w:rsidR="001702E2">
        <w:rPr>
          <w:rFonts w:ascii="Times New Roman" w:hAnsi="Times New Roman" w:cs="Times New Roman"/>
          <w:bCs/>
          <w:sz w:val="24"/>
          <w:szCs w:val="24"/>
        </w:rPr>
        <w:t>kom</w:t>
      </w:r>
      <w:r w:rsidR="00EA03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702E2">
        <w:rPr>
          <w:rFonts w:ascii="Times New Roman" w:hAnsi="Times New Roman" w:cs="Times New Roman"/>
          <w:bCs/>
          <w:sz w:val="24"/>
          <w:szCs w:val="24"/>
        </w:rPr>
        <w:t xml:space="preserve">ostvarivanja aktivnosti ugovorenih projektima. </w:t>
      </w:r>
    </w:p>
    <w:p w14:paraId="0C0E63BC" w14:textId="77777777" w:rsidR="009657EC" w:rsidRDefault="009657EC" w:rsidP="005C2A38">
      <w:pPr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59D6CF" w14:textId="7E8EA75C" w:rsidR="00B4738A" w:rsidRDefault="008867EF" w:rsidP="005C2A38">
      <w:pPr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1.3 </w:t>
      </w:r>
      <w:r w:rsidR="00150EE7" w:rsidRPr="00003132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C55333">
        <w:rPr>
          <w:rFonts w:ascii="Times New Roman" w:hAnsi="Times New Roman" w:cs="Times New Roman"/>
          <w:b/>
          <w:bCs/>
          <w:sz w:val="24"/>
          <w:szCs w:val="24"/>
        </w:rPr>
        <w:t>RIJENOS SREDSTAVA IZ PRETHODNIH GODINA</w:t>
      </w:r>
    </w:p>
    <w:p w14:paraId="271A3531" w14:textId="77777777" w:rsidR="00636CF2" w:rsidRPr="00003132" w:rsidRDefault="00636CF2" w:rsidP="005C2A38">
      <w:pPr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972EB4" w14:textId="19A0BC6B" w:rsidR="00A84837" w:rsidRPr="00003132" w:rsidRDefault="00150EE7" w:rsidP="002163FC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 xml:space="preserve">Na izvoru 11 nema donosa i odnosa budući da sredstva dolaze prema limitima za koje su planirani rashodi u istom iznosu za tu godinu. Na izvoru 31 donos iznosi </w:t>
      </w:r>
      <w:r w:rsidR="00B32B31">
        <w:rPr>
          <w:rFonts w:ascii="Times New Roman" w:hAnsi="Times New Roman" w:cs="Times New Roman"/>
          <w:sz w:val="24"/>
          <w:szCs w:val="24"/>
        </w:rPr>
        <w:t>112.485</w:t>
      </w:r>
      <w:r w:rsidR="00884FFD">
        <w:rPr>
          <w:rFonts w:ascii="Times New Roman" w:hAnsi="Times New Roman" w:cs="Times New Roman"/>
          <w:sz w:val="24"/>
          <w:szCs w:val="24"/>
        </w:rPr>
        <w:t xml:space="preserve"> </w:t>
      </w:r>
      <w:r w:rsidRPr="00003132">
        <w:rPr>
          <w:rFonts w:ascii="Times New Roman" w:hAnsi="Times New Roman" w:cs="Times New Roman"/>
          <w:sz w:val="24"/>
          <w:szCs w:val="24"/>
        </w:rPr>
        <w:t>€ , što velikim dijelom pred</w:t>
      </w:r>
      <w:r w:rsidR="00572637">
        <w:rPr>
          <w:rFonts w:ascii="Times New Roman" w:hAnsi="Times New Roman" w:cs="Times New Roman"/>
          <w:sz w:val="24"/>
          <w:szCs w:val="24"/>
        </w:rPr>
        <w:t>s</w:t>
      </w:r>
      <w:r w:rsidRPr="00003132">
        <w:rPr>
          <w:rFonts w:ascii="Times New Roman" w:hAnsi="Times New Roman" w:cs="Times New Roman"/>
          <w:sz w:val="24"/>
          <w:szCs w:val="24"/>
        </w:rPr>
        <w:t xml:space="preserve">tavlja višak prethodnih godina koji nije utrošen. Odnos </w:t>
      </w:r>
      <w:r w:rsidR="00884FFD">
        <w:rPr>
          <w:rFonts w:ascii="Times New Roman" w:hAnsi="Times New Roman" w:cs="Times New Roman"/>
          <w:sz w:val="24"/>
          <w:szCs w:val="24"/>
        </w:rPr>
        <w:t xml:space="preserve">je </w:t>
      </w:r>
      <w:r w:rsidRPr="00003132">
        <w:rPr>
          <w:rFonts w:ascii="Times New Roman" w:hAnsi="Times New Roman" w:cs="Times New Roman"/>
          <w:sz w:val="24"/>
          <w:szCs w:val="24"/>
        </w:rPr>
        <w:t>planira</w:t>
      </w:r>
      <w:r w:rsidR="00884FFD">
        <w:rPr>
          <w:rFonts w:ascii="Times New Roman" w:hAnsi="Times New Roman" w:cs="Times New Roman"/>
          <w:sz w:val="24"/>
          <w:szCs w:val="24"/>
        </w:rPr>
        <w:t xml:space="preserve">n u iznosu od </w:t>
      </w:r>
      <w:r w:rsidR="00B32B31">
        <w:rPr>
          <w:rFonts w:ascii="Times New Roman" w:hAnsi="Times New Roman" w:cs="Times New Roman"/>
          <w:sz w:val="24"/>
          <w:szCs w:val="24"/>
        </w:rPr>
        <w:t>99</w:t>
      </w:r>
      <w:r w:rsidR="001067D5">
        <w:rPr>
          <w:rFonts w:ascii="Times New Roman" w:hAnsi="Times New Roman" w:cs="Times New Roman"/>
          <w:sz w:val="24"/>
          <w:szCs w:val="24"/>
        </w:rPr>
        <w:t>.024</w:t>
      </w:r>
      <w:r w:rsidR="00BB150D">
        <w:rPr>
          <w:rFonts w:ascii="Times New Roman" w:hAnsi="Times New Roman" w:cs="Times New Roman"/>
          <w:sz w:val="24"/>
          <w:szCs w:val="24"/>
        </w:rPr>
        <w:t xml:space="preserve"> eura, jer će se svake godine investirati u odre</w:t>
      </w:r>
      <w:r w:rsidR="003B2A89">
        <w:rPr>
          <w:rFonts w:ascii="Times New Roman" w:hAnsi="Times New Roman" w:cs="Times New Roman"/>
          <w:sz w:val="24"/>
          <w:szCs w:val="24"/>
        </w:rPr>
        <w:t xml:space="preserve">đeni dio zgrade. </w:t>
      </w:r>
      <w:r w:rsidRPr="00003132">
        <w:rPr>
          <w:rFonts w:ascii="Times New Roman" w:hAnsi="Times New Roman" w:cs="Times New Roman"/>
          <w:sz w:val="24"/>
          <w:szCs w:val="24"/>
        </w:rPr>
        <w:t xml:space="preserve"> Na izvoru 43 planira se donos </w:t>
      </w:r>
      <w:r w:rsidR="001067D5">
        <w:rPr>
          <w:rFonts w:ascii="Times New Roman" w:hAnsi="Times New Roman" w:cs="Times New Roman"/>
          <w:sz w:val="24"/>
          <w:szCs w:val="24"/>
        </w:rPr>
        <w:t xml:space="preserve">294.961 </w:t>
      </w:r>
      <w:r w:rsidRPr="00003132">
        <w:rPr>
          <w:rFonts w:ascii="Times New Roman" w:hAnsi="Times New Roman" w:cs="Times New Roman"/>
          <w:sz w:val="24"/>
          <w:szCs w:val="24"/>
        </w:rPr>
        <w:t>€</w:t>
      </w:r>
      <w:r w:rsidR="003B2A89">
        <w:rPr>
          <w:rFonts w:ascii="Times New Roman" w:hAnsi="Times New Roman" w:cs="Times New Roman"/>
          <w:sz w:val="24"/>
          <w:szCs w:val="24"/>
        </w:rPr>
        <w:t xml:space="preserve"> što je također prikupljeni višak prethodnih godina</w:t>
      </w:r>
      <w:r w:rsidRPr="00003132">
        <w:rPr>
          <w:rFonts w:ascii="Times New Roman" w:hAnsi="Times New Roman" w:cs="Times New Roman"/>
          <w:sz w:val="24"/>
          <w:szCs w:val="24"/>
        </w:rPr>
        <w:t xml:space="preserve">, dok se odnos planira u nešto manjoj mjeri, zbog povećanja troškova hladnog pogona. Na izvoru 52 planira se donos u iznos </w:t>
      </w:r>
      <w:r w:rsidR="00544078">
        <w:rPr>
          <w:rFonts w:ascii="Times New Roman" w:hAnsi="Times New Roman" w:cs="Times New Roman"/>
          <w:sz w:val="24"/>
          <w:szCs w:val="24"/>
        </w:rPr>
        <w:t xml:space="preserve">57.021 </w:t>
      </w:r>
      <w:r w:rsidRPr="00003132">
        <w:rPr>
          <w:rFonts w:ascii="Times New Roman" w:hAnsi="Times New Roman" w:cs="Times New Roman"/>
          <w:sz w:val="24"/>
          <w:szCs w:val="24"/>
        </w:rPr>
        <w:t xml:space="preserve">€, </w:t>
      </w:r>
      <w:r w:rsidR="006C4E64">
        <w:rPr>
          <w:rFonts w:ascii="Times New Roman" w:hAnsi="Times New Roman" w:cs="Times New Roman"/>
          <w:sz w:val="24"/>
          <w:szCs w:val="24"/>
        </w:rPr>
        <w:t xml:space="preserve">jer dobiveni projekti potpora iz Sveučilišta </w:t>
      </w:r>
      <w:r w:rsidR="00544078">
        <w:rPr>
          <w:rFonts w:ascii="Times New Roman" w:hAnsi="Times New Roman" w:cs="Times New Roman"/>
          <w:sz w:val="24"/>
          <w:szCs w:val="24"/>
        </w:rPr>
        <w:t>ne moraju se utrošiti do kraja godine</w:t>
      </w:r>
      <w:r w:rsidR="006C4E64">
        <w:rPr>
          <w:rFonts w:ascii="Times New Roman" w:hAnsi="Times New Roman" w:cs="Times New Roman"/>
          <w:sz w:val="24"/>
          <w:szCs w:val="24"/>
        </w:rPr>
        <w:t xml:space="preserve">, pa će većina voditelja projekata </w:t>
      </w:r>
      <w:r w:rsidR="000C500F">
        <w:rPr>
          <w:rFonts w:ascii="Times New Roman" w:hAnsi="Times New Roman" w:cs="Times New Roman"/>
          <w:sz w:val="24"/>
          <w:szCs w:val="24"/>
        </w:rPr>
        <w:t>prenijeti</w:t>
      </w:r>
      <w:r w:rsidR="006C4E64">
        <w:rPr>
          <w:rFonts w:ascii="Times New Roman" w:hAnsi="Times New Roman" w:cs="Times New Roman"/>
          <w:sz w:val="24"/>
          <w:szCs w:val="24"/>
        </w:rPr>
        <w:t xml:space="preserve"> sredstva u iduću godinu. </w:t>
      </w:r>
      <w:r w:rsidR="00822D83">
        <w:rPr>
          <w:rFonts w:ascii="Times New Roman" w:hAnsi="Times New Roman" w:cs="Times New Roman"/>
          <w:sz w:val="24"/>
          <w:szCs w:val="24"/>
        </w:rPr>
        <w:t>Na izvor</w:t>
      </w:r>
      <w:r w:rsidR="006C71EE">
        <w:rPr>
          <w:rFonts w:ascii="Times New Roman" w:hAnsi="Times New Roman" w:cs="Times New Roman"/>
          <w:sz w:val="24"/>
          <w:szCs w:val="24"/>
        </w:rPr>
        <w:t xml:space="preserve">u </w:t>
      </w:r>
      <w:r w:rsidR="00822D83">
        <w:rPr>
          <w:rFonts w:ascii="Times New Roman" w:hAnsi="Times New Roman" w:cs="Times New Roman"/>
          <w:sz w:val="24"/>
          <w:szCs w:val="24"/>
        </w:rPr>
        <w:t xml:space="preserve"> 51</w:t>
      </w:r>
      <w:r w:rsidR="006C71EE">
        <w:rPr>
          <w:rFonts w:ascii="Times New Roman" w:hAnsi="Times New Roman" w:cs="Times New Roman"/>
          <w:sz w:val="24"/>
          <w:szCs w:val="24"/>
        </w:rPr>
        <w:t xml:space="preserve"> nalaze se Erasmus projekti koji </w:t>
      </w:r>
      <w:r w:rsidR="00441CD2">
        <w:rPr>
          <w:rFonts w:ascii="Times New Roman" w:hAnsi="Times New Roman" w:cs="Times New Roman"/>
          <w:sz w:val="24"/>
          <w:szCs w:val="24"/>
        </w:rPr>
        <w:t xml:space="preserve">imaju različito trajanje, </w:t>
      </w:r>
      <w:r w:rsidR="000C500F">
        <w:rPr>
          <w:rFonts w:ascii="Times New Roman" w:hAnsi="Times New Roman" w:cs="Times New Roman"/>
          <w:sz w:val="24"/>
          <w:szCs w:val="24"/>
        </w:rPr>
        <w:t>voditelji</w:t>
      </w:r>
      <w:r w:rsidR="003C4935">
        <w:rPr>
          <w:rFonts w:ascii="Times New Roman" w:hAnsi="Times New Roman" w:cs="Times New Roman"/>
          <w:sz w:val="24"/>
          <w:szCs w:val="24"/>
        </w:rPr>
        <w:t xml:space="preserve"> projekta mogu </w:t>
      </w:r>
      <w:r w:rsidR="000C500F">
        <w:rPr>
          <w:rFonts w:ascii="Times New Roman" w:hAnsi="Times New Roman" w:cs="Times New Roman"/>
          <w:sz w:val="24"/>
          <w:szCs w:val="24"/>
        </w:rPr>
        <w:t>samoinicijativno</w:t>
      </w:r>
      <w:r w:rsidR="003C4935">
        <w:rPr>
          <w:rFonts w:ascii="Times New Roman" w:hAnsi="Times New Roman" w:cs="Times New Roman"/>
          <w:sz w:val="24"/>
          <w:szCs w:val="24"/>
        </w:rPr>
        <w:t xml:space="preserve"> trošiti sukladno radnim paketima</w:t>
      </w:r>
      <w:r w:rsidR="008867EF">
        <w:rPr>
          <w:rFonts w:ascii="Times New Roman" w:hAnsi="Times New Roman" w:cs="Times New Roman"/>
          <w:sz w:val="24"/>
          <w:szCs w:val="24"/>
        </w:rPr>
        <w:t xml:space="preserve">, pa je procjena napravljena prema </w:t>
      </w:r>
      <w:r w:rsidR="005554F2">
        <w:rPr>
          <w:rFonts w:ascii="Times New Roman" w:hAnsi="Times New Roman" w:cs="Times New Roman"/>
          <w:sz w:val="24"/>
          <w:szCs w:val="24"/>
        </w:rPr>
        <w:t>dostavljenim planovima</w:t>
      </w:r>
      <w:r w:rsidR="00825A4B">
        <w:rPr>
          <w:rFonts w:ascii="Times New Roman" w:hAnsi="Times New Roman" w:cs="Times New Roman"/>
          <w:sz w:val="24"/>
          <w:szCs w:val="24"/>
        </w:rPr>
        <w:t xml:space="preserve"> voditelja projekata</w:t>
      </w:r>
      <w:r w:rsidR="005554F2">
        <w:rPr>
          <w:rFonts w:ascii="Times New Roman" w:hAnsi="Times New Roman" w:cs="Times New Roman"/>
          <w:sz w:val="24"/>
          <w:szCs w:val="24"/>
        </w:rPr>
        <w:t xml:space="preserve">. </w:t>
      </w:r>
      <w:r w:rsidR="008867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2AE077" w14:textId="763BACDF" w:rsidR="00BB2182" w:rsidRDefault="00BB2182" w:rsidP="005C2A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EAD840" w14:textId="386C3D5D" w:rsidR="005D1E00" w:rsidRPr="00003132" w:rsidRDefault="006B1860" w:rsidP="005E347F">
      <w:pPr>
        <w:tabs>
          <w:tab w:val="left" w:pos="6420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ab/>
      </w:r>
      <w:r w:rsidR="003C6F62" w:rsidRPr="00003132">
        <w:rPr>
          <w:rFonts w:ascii="Times New Roman" w:hAnsi="Times New Roman" w:cs="Times New Roman"/>
          <w:sz w:val="24"/>
          <w:szCs w:val="24"/>
        </w:rPr>
        <w:t xml:space="preserve">      </w:t>
      </w:r>
      <w:r w:rsidR="005C2A38" w:rsidRPr="000031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6F71FC" w:rsidRPr="00003132">
        <w:rPr>
          <w:rFonts w:ascii="Times New Roman" w:hAnsi="Times New Roman" w:cs="Times New Roman"/>
          <w:sz w:val="24"/>
          <w:szCs w:val="24"/>
        </w:rPr>
        <w:t xml:space="preserve"> </w:t>
      </w:r>
      <w:r w:rsidRPr="00003132">
        <w:rPr>
          <w:rFonts w:ascii="Times New Roman" w:hAnsi="Times New Roman" w:cs="Times New Roman"/>
          <w:sz w:val="24"/>
          <w:szCs w:val="24"/>
        </w:rPr>
        <w:t>Dekan</w:t>
      </w:r>
      <w:r w:rsidR="008519BB" w:rsidRPr="00003132">
        <w:rPr>
          <w:rFonts w:ascii="Times New Roman" w:hAnsi="Times New Roman" w:cs="Times New Roman"/>
          <w:sz w:val="24"/>
          <w:szCs w:val="24"/>
        </w:rPr>
        <w:t>ica</w:t>
      </w:r>
      <w:r w:rsidRPr="00003132">
        <w:rPr>
          <w:rFonts w:ascii="Times New Roman" w:hAnsi="Times New Roman" w:cs="Times New Roman"/>
          <w:sz w:val="24"/>
          <w:szCs w:val="24"/>
        </w:rPr>
        <w:t>:</w:t>
      </w:r>
    </w:p>
    <w:p w14:paraId="2476D1A3" w14:textId="77777777" w:rsidR="006B1860" w:rsidRPr="00003132" w:rsidRDefault="008519BB" w:rsidP="002163FC">
      <w:pPr>
        <w:tabs>
          <w:tab w:val="left" w:pos="6420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031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5C2A38" w:rsidRPr="000031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003132">
        <w:rPr>
          <w:rFonts w:ascii="Times New Roman" w:hAnsi="Times New Roman" w:cs="Times New Roman"/>
          <w:sz w:val="24"/>
          <w:szCs w:val="24"/>
        </w:rPr>
        <w:t xml:space="preserve">      </w:t>
      </w:r>
      <w:r w:rsidR="006B1860" w:rsidRPr="00003132">
        <w:rPr>
          <w:rFonts w:ascii="Times New Roman" w:hAnsi="Times New Roman" w:cs="Times New Roman"/>
          <w:sz w:val="24"/>
          <w:szCs w:val="24"/>
        </w:rPr>
        <w:t>Prof.</w:t>
      </w:r>
      <w:r w:rsidR="003C6F62" w:rsidRPr="00003132">
        <w:rPr>
          <w:rFonts w:ascii="Times New Roman" w:hAnsi="Times New Roman" w:cs="Times New Roman"/>
          <w:sz w:val="24"/>
          <w:szCs w:val="24"/>
        </w:rPr>
        <w:t xml:space="preserve"> </w:t>
      </w:r>
      <w:r w:rsidR="00592DF8" w:rsidRPr="00003132">
        <w:rPr>
          <w:rFonts w:ascii="Times New Roman" w:hAnsi="Times New Roman" w:cs="Times New Roman"/>
          <w:sz w:val="24"/>
          <w:szCs w:val="24"/>
        </w:rPr>
        <w:t xml:space="preserve"> </w:t>
      </w:r>
      <w:r w:rsidR="006B1860" w:rsidRPr="00003132">
        <w:rPr>
          <w:rFonts w:ascii="Times New Roman" w:hAnsi="Times New Roman" w:cs="Times New Roman"/>
          <w:sz w:val="24"/>
          <w:szCs w:val="24"/>
        </w:rPr>
        <w:t>dr.</w:t>
      </w:r>
      <w:r w:rsidR="003C6F62" w:rsidRPr="00003132">
        <w:rPr>
          <w:rFonts w:ascii="Times New Roman" w:hAnsi="Times New Roman" w:cs="Times New Roman"/>
          <w:sz w:val="24"/>
          <w:szCs w:val="24"/>
        </w:rPr>
        <w:t xml:space="preserve"> </w:t>
      </w:r>
      <w:r w:rsidR="00B90A16" w:rsidRPr="00003132">
        <w:rPr>
          <w:rFonts w:ascii="Times New Roman" w:hAnsi="Times New Roman" w:cs="Times New Roman"/>
          <w:sz w:val="24"/>
          <w:szCs w:val="24"/>
        </w:rPr>
        <w:t xml:space="preserve"> </w:t>
      </w:r>
      <w:r w:rsidR="006B1860" w:rsidRPr="00003132">
        <w:rPr>
          <w:rFonts w:ascii="Times New Roman" w:hAnsi="Times New Roman" w:cs="Times New Roman"/>
          <w:sz w:val="24"/>
          <w:szCs w:val="24"/>
        </w:rPr>
        <w:t xml:space="preserve">sc. </w:t>
      </w:r>
      <w:r w:rsidR="003C6F62" w:rsidRPr="00003132">
        <w:rPr>
          <w:rFonts w:ascii="Times New Roman" w:hAnsi="Times New Roman" w:cs="Times New Roman"/>
          <w:sz w:val="24"/>
          <w:szCs w:val="24"/>
        </w:rPr>
        <w:t xml:space="preserve"> </w:t>
      </w:r>
      <w:r w:rsidRPr="00003132">
        <w:rPr>
          <w:rFonts w:ascii="Times New Roman" w:hAnsi="Times New Roman" w:cs="Times New Roman"/>
          <w:sz w:val="24"/>
          <w:szCs w:val="24"/>
        </w:rPr>
        <w:t>Daniela Malnar</w:t>
      </w:r>
      <w:r w:rsidR="00B90A16" w:rsidRPr="00003132">
        <w:rPr>
          <w:rFonts w:ascii="Times New Roman" w:hAnsi="Times New Roman" w:cs="Times New Roman"/>
          <w:sz w:val="24"/>
          <w:szCs w:val="24"/>
        </w:rPr>
        <w:t xml:space="preserve">, dr. med. </w:t>
      </w:r>
    </w:p>
    <w:p w14:paraId="7D553181" w14:textId="77777777" w:rsidR="00AE1B0C" w:rsidRPr="00003132" w:rsidRDefault="00AE1B0C" w:rsidP="005C2A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E1B0C" w:rsidRPr="00003132" w:rsidSect="001F6FA1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71292" w14:textId="77777777" w:rsidR="004A01F3" w:rsidRDefault="004A01F3" w:rsidP="00AE1B0C">
      <w:pPr>
        <w:spacing w:after="0" w:line="240" w:lineRule="auto"/>
      </w:pPr>
      <w:r>
        <w:separator/>
      </w:r>
    </w:p>
  </w:endnote>
  <w:endnote w:type="continuationSeparator" w:id="0">
    <w:p w14:paraId="25CBF7DE" w14:textId="77777777" w:rsidR="004A01F3" w:rsidRDefault="004A01F3" w:rsidP="00AE1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746F3" w14:textId="77777777" w:rsidR="00AE1B0C" w:rsidRPr="00AE1B0C" w:rsidRDefault="004F4BF4" w:rsidP="00AE1B0C">
    <w:pPr>
      <w:pStyle w:val="Podnoje"/>
      <w:pBdr>
        <w:top w:val="single" w:sz="4" w:space="1" w:color="2E74B5" w:themeColor="accent1" w:themeShade="BF"/>
      </w:pBdr>
      <w:jc w:val="center"/>
      <w:rPr>
        <w:color w:val="0070C0"/>
        <w:sz w:val="20"/>
      </w:rPr>
    </w:pPr>
    <w:r w:rsidRPr="004F4BF4">
      <w:rPr>
        <w:b/>
        <w:color w:val="0070C0"/>
        <w:sz w:val="18"/>
      </w:rPr>
      <w:t>MB</w:t>
    </w:r>
    <w:r>
      <w:rPr>
        <w:color w:val="0070C0"/>
        <w:sz w:val="18"/>
      </w:rPr>
      <w:t xml:space="preserve">: 4052510 ▪ </w:t>
    </w:r>
    <w:r w:rsidRPr="004F4BF4">
      <w:rPr>
        <w:b/>
        <w:color w:val="0070C0"/>
        <w:sz w:val="18"/>
      </w:rPr>
      <w:t>OIB</w:t>
    </w:r>
    <w:r>
      <w:rPr>
        <w:color w:val="0070C0"/>
        <w:sz w:val="18"/>
      </w:rPr>
      <w:t xml:space="preserve">: 19213484918 ▪ </w:t>
    </w:r>
    <w:r w:rsidRPr="004F4BF4">
      <w:rPr>
        <w:b/>
        <w:color w:val="0070C0"/>
        <w:sz w:val="18"/>
      </w:rPr>
      <w:t>IBAN</w:t>
    </w:r>
    <w:r>
      <w:rPr>
        <w:color w:val="0070C0"/>
        <w:sz w:val="18"/>
      </w:rPr>
      <w:t>: HR4023600001102361000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D64DB" w14:textId="77777777" w:rsidR="004A01F3" w:rsidRDefault="004A01F3" w:rsidP="00AE1B0C">
      <w:pPr>
        <w:spacing w:after="0" w:line="240" w:lineRule="auto"/>
      </w:pPr>
      <w:r>
        <w:separator/>
      </w:r>
    </w:p>
  </w:footnote>
  <w:footnote w:type="continuationSeparator" w:id="0">
    <w:p w14:paraId="4A562AF6" w14:textId="77777777" w:rsidR="004A01F3" w:rsidRDefault="004A01F3" w:rsidP="00AE1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62C27"/>
    <w:multiLevelType w:val="hybridMultilevel"/>
    <w:tmpl w:val="78CE0034"/>
    <w:lvl w:ilvl="0" w:tplc="274E2BBE">
      <w:start w:val="1"/>
      <w:numFmt w:val="lowerLetter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977951"/>
    <w:multiLevelType w:val="hybridMultilevel"/>
    <w:tmpl w:val="9BE06F10"/>
    <w:lvl w:ilvl="0" w:tplc="8B92F8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6CA3"/>
    <w:multiLevelType w:val="hybridMultilevel"/>
    <w:tmpl w:val="707474B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85C09"/>
    <w:multiLevelType w:val="hybridMultilevel"/>
    <w:tmpl w:val="362C7FEE"/>
    <w:lvl w:ilvl="0" w:tplc="041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3C75C70"/>
    <w:multiLevelType w:val="multilevel"/>
    <w:tmpl w:val="8BB4E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02"/>
      <w:numFmt w:val="decimal"/>
      <w:isLgl/>
      <w:lvlText w:val="%1.%2"/>
      <w:lvlJc w:val="left"/>
      <w:pPr>
        <w:ind w:left="1350" w:hanging="990"/>
      </w:pPr>
      <w:rPr>
        <w:rFonts w:hint="default"/>
      </w:rPr>
    </w:lvl>
    <w:lvl w:ilvl="2">
      <w:start w:val="821"/>
      <w:numFmt w:val="decimal"/>
      <w:isLgl/>
      <w:lvlText w:val="%1.%2.%3"/>
      <w:lvlJc w:val="left"/>
      <w:pPr>
        <w:ind w:left="1350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50" w:hanging="9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4856622"/>
    <w:multiLevelType w:val="hybridMultilevel"/>
    <w:tmpl w:val="B93E1F62"/>
    <w:lvl w:ilvl="0" w:tplc="676E82AE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60" w:hanging="360"/>
      </w:pPr>
    </w:lvl>
    <w:lvl w:ilvl="2" w:tplc="041A001B" w:tentative="1">
      <w:start w:val="1"/>
      <w:numFmt w:val="lowerRoman"/>
      <w:lvlText w:val="%3."/>
      <w:lvlJc w:val="right"/>
      <w:pPr>
        <w:ind w:left="2280" w:hanging="180"/>
      </w:pPr>
    </w:lvl>
    <w:lvl w:ilvl="3" w:tplc="041A000F" w:tentative="1">
      <w:start w:val="1"/>
      <w:numFmt w:val="decimal"/>
      <w:lvlText w:val="%4."/>
      <w:lvlJc w:val="left"/>
      <w:pPr>
        <w:ind w:left="3000" w:hanging="360"/>
      </w:pPr>
    </w:lvl>
    <w:lvl w:ilvl="4" w:tplc="041A0019" w:tentative="1">
      <w:start w:val="1"/>
      <w:numFmt w:val="lowerLetter"/>
      <w:lvlText w:val="%5."/>
      <w:lvlJc w:val="left"/>
      <w:pPr>
        <w:ind w:left="3720" w:hanging="360"/>
      </w:pPr>
    </w:lvl>
    <w:lvl w:ilvl="5" w:tplc="041A001B" w:tentative="1">
      <w:start w:val="1"/>
      <w:numFmt w:val="lowerRoman"/>
      <w:lvlText w:val="%6."/>
      <w:lvlJc w:val="right"/>
      <w:pPr>
        <w:ind w:left="4440" w:hanging="180"/>
      </w:pPr>
    </w:lvl>
    <w:lvl w:ilvl="6" w:tplc="041A000F" w:tentative="1">
      <w:start w:val="1"/>
      <w:numFmt w:val="decimal"/>
      <w:lvlText w:val="%7."/>
      <w:lvlJc w:val="left"/>
      <w:pPr>
        <w:ind w:left="5160" w:hanging="360"/>
      </w:pPr>
    </w:lvl>
    <w:lvl w:ilvl="7" w:tplc="041A0019" w:tentative="1">
      <w:start w:val="1"/>
      <w:numFmt w:val="lowerLetter"/>
      <w:lvlText w:val="%8."/>
      <w:lvlJc w:val="left"/>
      <w:pPr>
        <w:ind w:left="5880" w:hanging="360"/>
      </w:pPr>
    </w:lvl>
    <w:lvl w:ilvl="8" w:tplc="0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15D9494C"/>
    <w:multiLevelType w:val="multilevel"/>
    <w:tmpl w:val="E0C0D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19936501"/>
    <w:multiLevelType w:val="hybridMultilevel"/>
    <w:tmpl w:val="670212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B70AC7"/>
    <w:multiLevelType w:val="multilevel"/>
    <w:tmpl w:val="8BB4E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02"/>
      <w:numFmt w:val="decimal"/>
      <w:isLgl/>
      <w:lvlText w:val="%1.%2"/>
      <w:lvlJc w:val="left"/>
      <w:pPr>
        <w:ind w:left="1350" w:hanging="990"/>
      </w:pPr>
      <w:rPr>
        <w:rFonts w:hint="default"/>
      </w:rPr>
    </w:lvl>
    <w:lvl w:ilvl="2">
      <w:start w:val="821"/>
      <w:numFmt w:val="decimal"/>
      <w:isLgl/>
      <w:lvlText w:val="%1.%2.%3"/>
      <w:lvlJc w:val="left"/>
      <w:pPr>
        <w:ind w:left="1350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50" w:hanging="9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FAA6B91"/>
    <w:multiLevelType w:val="hybridMultilevel"/>
    <w:tmpl w:val="84F8A28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F2035"/>
    <w:multiLevelType w:val="hybridMultilevel"/>
    <w:tmpl w:val="F2BE0DB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03E68"/>
    <w:multiLevelType w:val="hybridMultilevel"/>
    <w:tmpl w:val="8F30A22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9A5039"/>
    <w:multiLevelType w:val="hybridMultilevel"/>
    <w:tmpl w:val="7BC0D97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E971A5"/>
    <w:multiLevelType w:val="hybridMultilevel"/>
    <w:tmpl w:val="EF96D86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B71386"/>
    <w:multiLevelType w:val="hybridMultilevel"/>
    <w:tmpl w:val="5F3267C6"/>
    <w:lvl w:ilvl="0" w:tplc="74E636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012D4E"/>
    <w:multiLevelType w:val="hybridMultilevel"/>
    <w:tmpl w:val="B1CC812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6038B7"/>
    <w:multiLevelType w:val="hybridMultilevel"/>
    <w:tmpl w:val="AB7678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3F2725"/>
    <w:multiLevelType w:val="hybridMultilevel"/>
    <w:tmpl w:val="011016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AE5A36"/>
    <w:multiLevelType w:val="hybridMultilevel"/>
    <w:tmpl w:val="93548112"/>
    <w:lvl w:ilvl="0" w:tplc="BCB4C44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37346F8"/>
    <w:multiLevelType w:val="hybridMultilevel"/>
    <w:tmpl w:val="EC1A50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583349"/>
    <w:multiLevelType w:val="hybridMultilevel"/>
    <w:tmpl w:val="D8C4710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8"/>
  </w:num>
  <w:num w:numId="5">
    <w:abstractNumId w:val="16"/>
  </w:num>
  <w:num w:numId="6">
    <w:abstractNumId w:val="5"/>
  </w:num>
  <w:num w:numId="7">
    <w:abstractNumId w:val="20"/>
  </w:num>
  <w:num w:numId="8">
    <w:abstractNumId w:val="19"/>
  </w:num>
  <w:num w:numId="9">
    <w:abstractNumId w:val="13"/>
  </w:num>
  <w:num w:numId="10">
    <w:abstractNumId w:val="15"/>
  </w:num>
  <w:num w:numId="11">
    <w:abstractNumId w:val="0"/>
  </w:num>
  <w:num w:numId="12">
    <w:abstractNumId w:val="14"/>
  </w:num>
  <w:num w:numId="13">
    <w:abstractNumId w:val="1"/>
  </w:num>
  <w:num w:numId="14">
    <w:abstractNumId w:val="12"/>
  </w:num>
  <w:num w:numId="15">
    <w:abstractNumId w:val="18"/>
  </w:num>
  <w:num w:numId="16">
    <w:abstractNumId w:val="2"/>
  </w:num>
  <w:num w:numId="17">
    <w:abstractNumId w:val="11"/>
  </w:num>
  <w:num w:numId="18">
    <w:abstractNumId w:val="10"/>
  </w:num>
  <w:num w:numId="19">
    <w:abstractNumId w:val="17"/>
  </w:num>
  <w:num w:numId="20">
    <w:abstractNumId w:val="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B75"/>
    <w:rsid w:val="00000EED"/>
    <w:rsid w:val="00003132"/>
    <w:rsid w:val="00003440"/>
    <w:rsid w:val="000047B9"/>
    <w:rsid w:val="00013C32"/>
    <w:rsid w:val="00015678"/>
    <w:rsid w:val="0002285F"/>
    <w:rsid w:val="000244A2"/>
    <w:rsid w:val="000326AA"/>
    <w:rsid w:val="000336FC"/>
    <w:rsid w:val="000412E3"/>
    <w:rsid w:val="00043A4B"/>
    <w:rsid w:val="00047519"/>
    <w:rsid w:val="000573D0"/>
    <w:rsid w:val="0006411B"/>
    <w:rsid w:val="00070E0A"/>
    <w:rsid w:val="000738C2"/>
    <w:rsid w:val="00076037"/>
    <w:rsid w:val="000775E1"/>
    <w:rsid w:val="00080C7A"/>
    <w:rsid w:val="00086AB7"/>
    <w:rsid w:val="00091362"/>
    <w:rsid w:val="00092F86"/>
    <w:rsid w:val="000A3A52"/>
    <w:rsid w:val="000B1398"/>
    <w:rsid w:val="000B2259"/>
    <w:rsid w:val="000B449B"/>
    <w:rsid w:val="000C4080"/>
    <w:rsid w:val="000C500F"/>
    <w:rsid w:val="000D5789"/>
    <w:rsid w:val="000F7B22"/>
    <w:rsid w:val="00101AAB"/>
    <w:rsid w:val="00101B14"/>
    <w:rsid w:val="00103E87"/>
    <w:rsid w:val="001067D5"/>
    <w:rsid w:val="00107C7D"/>
    <w:rsid w:val="00110F6D"/>
    <w:rsid w:val="0011633A"/>
    <w:rsid w:val="0013115A"/>
    <w:rsid w:val="00132C09"/>
    <w:rsid w:val="001336CC"/>
    <w:rsid w:val="001345BA"/>
    <w:rsid w:val="00134F36"/>
    <w:rsid w:val="0013655B"/>
    <w:rsid w:val="00136915"/>
    <w:rsid w:val="00140BAB"/>
    <w:rsid w:val="00143BF4"/>
    <w:rsid w:val="00150EE7"/>
    <w:rsid w:val="00152F24"/>
    <w:rsid w:val="001563E8"/>
    <w:rsid w:val="001619F3"/>
    <w:rsid w:val="001650D9"/>
    <w:rsid w:val="001702E2"/>
    <w:rsid w:val="001703B4"/>
    <w:rsid w:val="001751F8"/>
    <w:rsid w:val="001776CD"/>
    <w:rsid w:val="00180260"/>
    <w:rsid w:val="0018668A"/>
    <w:rsid w:val="001866A0"/>
    <w:rsid w:val="001900B7"/>
    <w:rsid w:val="001A204E"/>
    <w:rsid w:val="001A553C"/>
    <w:rsid w:val="001A6C97"/>
    <w:rsid w:val="001B2E25"/>
    <w:rsid w:val="001C3CA1"/>
    <w:rsid w:val="001C6B47"/>
    <w:rsid w:val="001D747B"/>
    <w:rsid w:val="001E2F16"/>
    <w:rsid w:val="001E54C5"/>
    <w:rsid w:val="001E6BD2"/>
    <w:rsid w:val="001E7521"/>
    <w:rsid w:val="001E77D2"/>
    <w:rsid w:val="001F3DE8"/>
    <w:rsid w:val="001F49AF"/>
    <w:rsid w:val="001F53DD"/>
    <w:rsid w:val="001F6711"/>
    <w:rsid w:val="001F6C60"/>
    <w:rsid w:val="001F6FA1"/>
    <w:rsid w:val="001F724C"/>
    <w:rsid w:val="001F7EA0"/>
    <w:rsid w:val="00211271"/>
    <w:rsid w:val="002139F7"/>
    <w:rsid w:val="002163FC"/>
    <w:rsid w:val="00226DA2"/>
    <w:rsid w:val="002310E4"/>
    <w:rsid w:val="00231F04"/>
    <w:rsid w:val="002345CC"/>
    <w:rsid w:val="00234A96"/>
    <w:rsid w:val="00244C7A"/>
    <w:rsid w:val="00250235"/>
    <w:rsid w:val="00253622"/>
    <w:rsid w:val="002623D0"/>
    <w:rsid w:val="0026435D"/>
    <w:rsid w:val="00267ADC"/>
    <w:rsid w:val="00271A80"/>
    <w:rsid w:val="002831F6"/>
    <w:rsid w:val="00285C0C"/>
    <w:rsid w:val="00286277"/>
    <w:rsid w:val="002A0D04"/>
    <w:rsid w:val="002A20AF"/>
    <w:rsid w:val="002A5ADE"/>
    <w:rsid w:val="002A5BE4"/>
    <w:rsid w:val="002A6C26"/>
    <w:rsid w:val="002B285F"/>
    <w:rsid w:val="002B395D"/>
    <w:rsid w:val="002C45CB"/>
    <w:rsid w:val="002C4B08"/>
    <w:rsid w:val="002D1A72"/>
    <w:rsid w:val="002E34E7"/>
    <w:rsid w:val="002F6158"/>
    <w:rsid w:val="002F6F3F"/>
    <w:rsid w:val="00301037"/>
    <w:rsid w:val="003032F3"/>
    <w:rsid w:val="00304CF7"/>
    <w:rsid w:val="0031524D"/>
    <w:rsid w:val="003158F3"/>
    <w:rsid w:val="00327293"/>
    <w:rsid w:val="00351825"/>
    <w:rsid w:val="00351DF3"/>
    <w:rsid w:val="00352177"/>
    <w:rsid w:val="003623B9"/>
    <w:rsid w:val="00367E40"/>
    <w:rsid w:val="0037053A"/>
    <w:rsid w:val="003751AE"/>
    <w:rsid w:val="00397BA6"/>
    <w:rsid w:val="003A04C2"/>
    <w:rsid w:val="003B0291"/>
    <w:rsid w:val="003B1C21"/>
    <w:rsid w:val="003B2A89"/>
    <w:rsid w:val="003B3DA0"/>
    <w:rsid w:val="003C4935"/>
    <w:rsid w:val="003C63C9"/>
    <w:rsid w:val="003C6F62"/>
    <w:rsid w:val="003C7E2F"/>
    <w:rsid w:val="003D2761"/>
    <w:rsid w:val="003D7EF3"/>
    <w:rsid w:val="003E176A"/>
    <w:rsid w:val="003E2211"/>
    <w:rsid w:val="003F14B9"/>
    <w:rsid w:val="003F5B8A"/>
    <w:rsid w:val="003F7D08"/>
    <w:rsid w:val="00400106"/>
    <w:rsid w:val="00416BF9"/>
    <w:rsid w:val="00425A4E"/>
    <w:rsid w:val="00427DB1"/>
    <w:rsid w:val="00430401"/>
    <w:rsid w:val="0043463D"/>
    <w:rsid w:val="00441CD2"/>
    <w:rsid w:val="0044436B"/>
    <w:rsid w:val="00446ABB"/>
    <w:rsid w:val="004528BA"/>
    <w:rsid w:val="00460F27"/>
    <w:rsid w:val="00461AED"/>
    <w:rsid w:val="0047425F"/>
    <w:rsid w:val="00474EC6"/>
    <w:rsid w:val="004767F3"/>
    <w:rsid w:val="00477D98"/>
    <w:rsid w:val="00484ABE"/>
    <w:rsid w:val="00486DDE"/>
    <w:rsid w:val="004914BA"/>
    <w:rsid w:val="004962F7"/>
    <w:rsid w:val="004A01F3"/>
    <w:rsid w:val="004B196E"/>
    <w:rsid w:val="004B1C54"/>
    <w:rsid w:val="004B73BE"/>
    <w:rsid w:val="004C7007"/>
    <w:rsid w:val="004E2411"/>
    <w:rsid w:val="004F0A15"/>
    <w:rsid w:val="004F4BF4"/>
    <w:rsid w:val="0050040A"/>
    <w:rsid w:val="0050399E"/>
    <w:rsid w:val="00516910"/>
    <w:rsid w:val="00517F1E"/>
    <w:rsid w:val="00520CA5"/>
    <w:rsid w:val="00527152"/>
    <w:rsid w:val="0053054E"/>
    <w:rsid w:val="00537005"/>
    <w:rsid w:val="00544078"/>
    <w:rsid w:val="00544729"/>
    <w:rsid w:val="005554F2"/>
    <w:rsid w:val="00556944"/>
    <w:rsid w:val="00562FB0"/>
    <w:rsid w:val="00567806"/>
    <w:rsid w:val="0057111C"/>
    <w:rsid w:val="00572637"/>
    <w:rsid w:val="00574CFE"/>
    <w:rsid w:val="00581036"/>
    <w:rsid w:val="00592DF8"/>
    <w:rsid w:val="00592EF3"/>
    <w:rsid w:val="0059745E"/>
    <w:rsid w:val="005A0C2D"/>
    <w:rsid w:val="005A44BB"/>
    <w:rsid w:val="005A6B08"/>
    <w:rsid w:val="005B05B8"/>
    <w:rsid w:val="005B143F"/>
    <w:rsid w:val="005B4536"/>
    <w:rsid w:val="005C2A38"/>
    <w:rsid w:val="005D1B74"/>
    <w:rsid w:val="005D1E00"/>
    <w:rsid w:val="005E347F"/>
    <w:rsid w:val="005E7ABB"/>
    <w:rsid w:val="005F1E8D"/>
    <w:rsid w:val="00601EBD"/>
    <w:rsid w:val="006048E1"/>
    <w:rsid w:val="006060FD"/>
    <w:rsid w:val="0060616C"/>
    <w:rsid w:val="006076C8"/>
    <w:rsid w:val="0061118E"/>
    <w:rsid w:val="006244F4"/>
    <w:rsid w:val="00631A11"/>
    <w:rsid w:val="00636CF2"/>
    <w:rsid w:val="00646549"/>
    <w:rsid w:val="006503C8"/>
    <w:rsid w:val="00652B46"/>
    <w:rsid w:val="00657BC8"/>
    <w:rsid w:val="00667314"/>
    <w:rsid w:val="006679D4"/>
    <w:rsid w:val="00667F84"/>
    <w:rsid w:val="00673967"/>
    <w:rsid w:val="00674C43"/>
    <w:rsid w:val="006845CD"/>
    <w:rsid w:val="00685874"/>
    <w:rsid w:val="00685C4F"/>
    <w:rsid w:val="00693022"/>
    <w:rsid w:val="00697A3D"/>
    <w:rsid w:val="006B1860"/>
    <w:rsid w:val="006B770E"/>
    <w:rsid w:val="006C4E64"/>
    <w:rsid w:val="006C6495"/>
    <w:rsid w:val="006C6A0E"/>
    <w:rsid w:val="006C71EE"/>
    <w:rsid w:val="006D0369"/>
    <w:rsid w:val="006D1AA4"/>
    <w:rsid w:val="006D7995"/>
    <w:rsid w:val="006E2856"/>
    <w:rsid w:val="006E63C7"/>
    <w:rsid w:val="006F71FC"/>
    <w:rsid w:val="006F7641"/>
    <w:rsid w:val="00701958"/>
    <w:rsid w:val="00702FD3"/>
    <w:rsid w:val="007168E8"/>
    <w:rsid w:val="00725044"/>
    <w:rsid w:val="00725057"/>
    <w:rsid w:val="00725AB2"/>
    <w:rsid w:val="00737680"/>
    <w:rsid w:val="007570A7"/>
    <w:rsid w:val="007626FD"/>
    <w:rsid w:val="007659D1"/>
    <w:rsid w:val="007769B9"/>
    <w:rsid w:val="00783F91"/>
    <w:rsid w:val="00787E64"/>
    <w:rsid w:val="007A2717"/>
    <w:rsid w:val="007A6B14"/>
    <w:rsid w:val="007B2D0B"/>
    <w:rsid w:val="007B435F"/>
    <w:rsid w:val="007C4B11"/>
    <w:rsid w:val="007D5D76"/>
    <w:rsid w:val="007E26AF"/>
    <w:rsid w:val="00803981"/>
    <w:rsid w:val="00806602"/>
    <w:rsid w:val="00817794"/>
    <w:rsid w:val="00821273"/>
    <w:rsid w:val="00822D83"/>
    <w:rsid w:val="00825A4B"/>
    <w:rsid w:val="00826C48"/>
    <w:rsid w:val="008345DC"/>
    <w:rsid w:val="0085086A"/>
    <w:rsid w:val="008519BB"/>
    <w:rsid w:val="008561B1"/>
    <w:rsid w:val="00861237"/>
    <w:rsid w:val="00862F50"/>
    <w:rsid w:val="00863FD6"/>
    <w:rsid w:val="0086604D"/>
    <w:rsid w:val="00874EA5"/>
    <w:rsid w:val="00875EA5"/>
    <w:rsid w:val="00881DF0"/>
    <w:rsid w:val="008849D3"/>
    <w:rsid w:val="00884FFD"/>
    <w:rsid w:val="008867EF"/>
    <w:rsid w:val="00896549"/>
    <w:rsid w:val="008A1C0B"/>
    <w:rsid w:val="008B4E16"/>
    <w:rsid w:val="008B7767"/>
    <w:rsid w:val="008C05A9"/>
    <w:rsid w:val="008C384E"/>
    <w:rsid w:val="008C3DFC"/>
    <w:rsid w:val="008C76AF"/>
    <w:rsid w:val="008F0B4D"/>
    <w:rsid w:val="008F24FA"/>
    <w:rsid w:val="009008F3"/>
    <w:rsid w:val="00901F99"/>
    <w:rsid w:val="00902949"/>
    <w:rsid w:val="0091067C"/>
    <w:rsid w:val="00911B15"/>
    <w:rsid w:val="009256F0"/>
    <w:rsid w:val="00925FE6"/>
    <w:rsid w:val="00926544"/>
    <w:rsid w:val="009267E0"/>
    <w:rsid w:val="00932165"/>
    <w:rsid w:val="00933B4E"/>
    <w:rsid w:val="009351F5"/>
    <w:rsid w:val="009354A5"/>
    <w:rsid w:val="009407B5"/>
    <w:rsid w:val="00942906"/>
    <w:rsid w:val="00950592"/>
    <w:rsid w:val="00951D90"/>
    <w:rsid w:val="00957483"/>
    <w:rsid w:val="009611E3"/>
    <w:rsid w:val="009657EC"/>
    <w:rsid w:val="0096612F"/>
    <w:rsid w:val="00974494"/>
    <w:rsid w:val="009837B5"/>
    <w:rsid w:val="00992E4B"/>
    <w:rsid w:val="00994304"/>
    <w:rsid w:val="009A1F2F"/>
    <w:rsid w:val="009B1386"/>
    <w:rsid w:val="009B17CA"/>
    <w:rsid w:val="009B219F"/>
    <w:rsid w:val="009B5555"/>
    <w:rsid w:val="009B6168"/>
    <w:rsid w:val="009C2259"/>
    <w:rsid w:val="009C3070"/>
    <w:rsid w:val="009D2BE9"/>
    <w:rsid w:val="009E02A7"/>
    <w:rsid w:val="009F0AC8"/>
    <w:rsid w:val="009F2384"/>
    <w:rsid w:val="009F30FD"/>
    <w:rsid w:val="00A003BA"/>
    <w:rsid w:val="00A04264"/>
    <w:rsid w:val="00A060E4"/>
    <w:rsid w:val="00A07056"/>
    <w:rsid w:val="00A12AE8"/>
    <w:rsid w:val="00A218C1"/>
    <w:rsid w:val="00A26014"/>
    <w:rsid w:val="00A37C13"/>
    <w:rsid w:val="00A37DC0"/>
    <w:rsid w:val="00A44C8C"/>
    <w:rsid w:val="00A50345"/>
    <w:rsid w:val="00A510AB"/>
    <w:rsid w:val="00A52824"/>
    <w:rsid w:val="00A54CAE"/>
    <w:rsid w:val="00A627B8"/>
    <w:rsid w:val="00A628F8"/>
    <w:rsid w:val="00A640D5"/>
    <w:rsid w:val="00A6578D"/>
    <w:rsid w:val="00A6682C"/>
    <w:rsid w:val="00A7150B"/>
    <w:rsid w:val="00A84837"/>
    <w:rsid w:val="00A907D7"/>
    <w:rsid w:val="00A90893"/>
    <w:rsid w:val="00AA6599"/>
    <w:rsid w:val="00AA7E68"/>
    <w:rsid w:val="00AA7F31"/>
    <w:rsid w:val="00AB4400"/>
    <w:rsid w:val="00AB4736"/>
    <w:rsid w:val="00AC33E6"/>
    <w:rsid w:val="00AD08EC"/>
    <w:rsid w:val="00AD0D2A"/>
    <w:rsid w:val="00AD7D69"/>
    <w:rsid w:val="00AE09A0"/>
    <w:rsid w:val="00AE182A"/>
    <w:rsid w:val="00AE1B0C"/>
    <w:rsid w:val="00AF1669"/>
    <w:rsid w:val="00B03EBF"/>
    <w:rsid w:val="00B23907"/>
    <w:rsid w:val="00B24EC0"/>
    <w:rsid w:val="00B24EE3"/>
    <w:rsid w:val="00B254B8"/>
    <w:rsid w:val="00B31A63"/>
    <w:rsid w:val="00B32B31"/>
    <w:rsid w:val="00B334A7"/>
    <w:rsid w:val="00B40052"/>
    <w:rsid w:val="00B4079B"/>
    <w:rsid w:val="00B41F47"/>
    <w:rsid w:val="00B4738A"/>
    <w:rsid w:val="00B47C9E"/>
    <w:rsid w:val="00B56C74"/>
    <w:rsid w:val="00B60D20"/>
    <w:rsid w:val="00B60D4F"/>
    <w:rsid w:val="00B654F2"/>
    <w:rsid w:val="00B6661A"/>
    <w:rsid w:val="00B670BE"/>
    <w:rsid w:val="00B721A7"/>
    <w:rsid w:val="00B7346B"/>
    <w:rsid w:val="00B7406E"/>
    <w:rsid w:val="00B80591"/>
    <w:rsid w:val="00B81CA3"/>
    <w:rsid w:val="00B8403E"/>
    <w:rsid w:val="00B90A16"/>
    <w:rsid w:val="00B90BDE"/>
    <w:rsid w:val="00B95AC2"/>
    <w:rsid w:val="00B978F4"/>
    <w:rsid w:val="00BA51D8"/>
    <w:rsid w:val="00BB150D"/>
    <w:rsid w:val="00BB2182"/>
    <w:rsid w:val="00BB5A12"/>
    <w:rsid w:val="00BC25E1"/>
    <w:rsid w:val="00BC7A56"/>
    <w:rsid w:val="00BD6F9D"/>
    <w:rsid w:val="00BE17BA"/>
    <w:rsid w:val="00BE3564"/>
    <w:rsid w:val="00BE7A37"/>
    <w:rsid w:val="00BF22C2"/>
    <w:rsid w:val="00BF51A1"/>
    <w:rsid w:val="00C0459D"/>
    <w:rsid w:val="00C051E6"/>
    <w:rsid w:val="00C149B8"/>
    <w:rsid w:val="00C1561C"/>
    <w:rsid w:val="00C32089"/>
    <w:rsid w:val="00C3220D"/>
    <w:rsid w:val="00C3290C"/>
    <w:rsid w:val="00C33C2F"/>
    <w:rsid w:val="00C47572"/>
    <w:rsid w:val="00C47E5C"/>
    <w:rsid w:val="00C502A6"/>
    <w:rsid w:val="00C53ED0"/>
    <w:rsid w:val="00C55333"/>
    <w:rsid w:val="00C55DD1"/>
    <w:rsid w:val="00C61D57"/>
    <w:rsid w:val="00C64116"/>
    <w:rsid w:val="00C65EAE"/>
    <w:rsid w:val="00C7388E"/>
    <w:rsid w:val="00C75E3B"/>
    <w:rsid w:val="00C76354"/>
    <w:rsid w:val="00C76E61"/>
    <w:rsid w:val="00C82459"/>
    <w:rsid w:val="00C8412E"/>
    <w:rsid w:val="00C84277"/>
    <w:rsid w:val="00C87567"/>
    <w:rsid w:val="00C916CF"/>
    <w:rsid w:val="00CA1066"/>
    <w:rsid w:val="00CA636C"/>
    <w:rsid w:val="00CB0355"/>
    <w:rsid w:val="00CB2E3D"/>
    <w:rsid w:val="00CB3C43"/>
    <w:rsid w:val="00CC2612"/>
    <w:rsid w:val="00CD18AA"/>
    <w:rsid w:val="00CD4A97"/>
    <w:rsid w:val="00CE51D9"/>
    <w:rsid w:val="00CE5C89"/>
    <w:rsid w:val="00CF1EBF"/>
    <w:rsid w:val="00CF29AE"/>
    <w:rsid w:val="00CF3118"/>
    <w:rsid w:val="00D019CA"/>
    <w:rsid w:val="00D045F1"/>
    <w:rsid w:val="00D04C36"/>
    <w:rsid w:val="00D04D42"/>
    <w:rsid w:val="00D10899"/>
    <w:rsid w:val="00D168CA"/>
    <w:rsid w:val="00D179E4"/>
    <w:rsid w:val="00D20BB9"/>
    <w:rsid w:val="00D210D7"/>
    <w:rsid w:val="00D2326D"/>
    <w:rsid w:val="00D3120E"/>
    <w:rsid w:val="00D33C85"/>
    <w:rsid w:val="00D5106A"/>
    <w:rsid w:val="00D540FE"/>
    <w:rsid w:val="00D60E3E"/>
    <w:rsid w:val="00D6443E"/>
    <w:rsid w:val="00D66230"/>
    <w:rsid w:val="00D73296"/>
    <w:rsid w:val="00D73FF8"/>
    <w:rsid w:val="00D74066"/>
    <w:rsid w:val="00D765D3"/>
    <w:rsid w:val="00D76984"/>
    <w:rsid w:val="00D83AA7"/>
    <w:rsid w:val="00D86E87"/>
    <w:rsid w:val="00D944B4"/>
    <w:rsid w:val="00DA1526"/>
    <w:rsid w:val="00DA6DAD"/>
    <w:rsid w:val="00DB5264"/>
    <w:rsid w:val="00DC46E6"/>
    <w:rsid w:val="00DC5D06"/>
    <w:rsid w:val="00DD14CB"/>
    <w:rsid w:val="00DD69E9"/>
    <w:rsid w:val="00DE3139"/>
    <w:rsid w:val="00DE4174"/>
    <w:rsid w:val="00DE4B75"/>
    <w:rsid w:val="00DE7138"/>
    <w:rsid w:val="00DE79C7"/>
    <w:rsid w:val="00DF14BA"/>
    <w:rsid w:val="00DF518B"/>
    <w:rsid w:val="00E0450B"/>
    <w:rsid w:val="00E07943"/>
    <w:rsid w:val="00E1076D"/>
    <w:rsid w:val="00E11300"/>
    <w:rsid w:val="00E21003"/>
    <w:rsid w:val="00E222F2"/>
    <w:rsid w:val="00E27B86"/>
    <w:rsid w:val="00E35DE7"/>
    <w:rsid w:val="00E45F95"/>
    <w:rsid w:val="00E474A4"/>
    <w:rsid w:val="00E478E0"/>
    <w:rsid w:val="00E50BF0"/>
    <w:rsid w:val="00E70954"/>
    <w:rsid w:val="00E75489"/>
    <w:rsid w:val="00E767D1"/>
    <w:rsid w:val="00E8210C"/>
    <w:rsid w:val="00E83ED9"/>
    <w:rsid w:val="00E877AE"/>
    <w:rsid w:val="00E95E48"/>
    <w:rsid w:val="00EA0305"/>
    <w:rsid w:val="00EA3F4A"/>
    <w:rsid w:val="00EB3E84"/>
    <w:rsid w:val="00EC0DBB"/>
    <w:rsid w:val="00EC1956"/>
    <w:rsid w:val="00EC584F"/>
    <w:rsid w:val="00ED2B54"/>
    <w:rsid w:val="00EF0939"/>
    <w:rsid w:val="00EF17DA"/>
    <w:rsid w:val="00EF7F7C"/>
    <w:rsid w:val="00F019D4"/>
    <w:rsid w:val="00F026C3"/>
    <w:rsid w:val="00F03673"/>
    <w:rsid w:val="00F06E37"/>
    <w:rsid w:val="00F12730"/>
    <w:rsid w:val="00F25539"/>
    <w:rsid w:val="00F306B6"/>
    <w:rsid w:val="00F31EDE"/>
    <w:rsid w:val="00F47C32"/>
    <w:rsid w:val="00F52ECD"/>
    <w:rsid w:val="00F534FB"/>
    <w:rsid w:val="00F54047"/>
    <w:rsid w:val="00F65393"/>
    <w:rsid w:val="00F736E4"/>
    <w:rsid w:val="00F74877"/>
    <w:rsid w:val="00F77853"/>
    <w:rsid w:val="00F80479"/>
    <w:rsid w:val="00F82F68"/>
    <w:rsid w:val="00F92FFE"/>
    <w:rsid w:val="00F97295"/>
    <w:rsid w:val="00FB2BD9"/>
    <w:rsid w:val="00FC31E2"/>
    <w:rsid w:val="00FC6949"/>
    <w:rsid w:val="00FD3BFB"/>
    <w:rsid w:val="00FD705B"/>
    <w:rsid w:val="00FE791B"/>
    <w:rsid w:val="00FF3E42"/>
    <w:rsid w:val="00FF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1A12C"/>
  <w15:docId w15:val="{A8DAE32F-FD58-42B2-B75D-AAD6E1A8C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B4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AE1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AE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E1B0C"/>
  </w:style>
  <w:style w:type="paragraph" w:styleId="Podnoje">
    <w:name w:val="footer"/>
    <w:basedOn w:val="Normal"/>
    <w:link w:val="PodnojeChar"/>
    <w:uiPriority w:val="99"/>
    <w:unhideWhenUsed/>
    <w:rsid w:val="00AE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E1B0C"/>
  </w:style>
  <w:style w:type="paragraph" w:styleId="Tekstbalonia">
    <w:name w:val="Balloon Text"/>
    <w:basedOn w:val="Normal"/>
    <w:link w:val="TekstbaloniaChar"/>
    <w:uiPriority w:val="99"/>
    <w:semiHidden/>
    <w:unhideWhenUsed/>
    <w:rsid w:val="007769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769B9"/>
    <w:rPr>
      <w:rFonts w:ascii="Segoe UI" w:hAnsi="Segoe UI" w:cs="Segoe UI"/>
      <w:sz w:val="18"/>
      <w:szCs w:val="18"/>
    </w:rPr>
  </w:style>
  <w:style w:type="paragraph" w:styleId="Odlomakpopisa">
    <w:name w:val="List Paragraph"/>
    <w:aliases w:val="Bullet point,List Paragraph1"/>
    <w:basedOn w:val="Normal"/>
    <w:link w:val="OdlomakpopisaChar"/>
    <w:uiPriority w:val="34"/>
    <w:qFormat/>
    <w:rsid w:val="004962F7"/>
    <w:pPr>
      <w:ind w:left="720"/>
      <w:contextualSpacing/>
    </w:pPr>
  </w:style>
  <w:style w:type="table" w:styleId="Reetkatablice">
    <w:name w:val="Table Grid"/>
    <w:basedOn w:val="Obinatablica"/>
    <w:uiPriority w:val="39"/>
    <w:rsid w:val="008C7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lomakpopisaChar">
    <w:name w:val="Odlomak popisa Char"/>
    <w:aliases w:val="Bullet point Char,List Paragraph1 Char"/>
    <w:link w:val="Odlomakpopisa"/>
    <w:uiPriority w:val="34"/>
    <w:locked/>
    <w:rsid w:val="00E87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1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k\AppData\Local\Microsoft\Windows\Temporary%20Internet%20Files\Content.Outlook\2S6YHGM5\FZS%20memorandum%20template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262F7-8775-4EED-992B-592EA6C56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FZS memorandum template 2.dotx</Template>
  <TotalTime>1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ivak</dc:creator>
  <cp:lastModifiedBy>Vanja Župan</cp:lastModifiedBy>
  <cp:revision>2</cp:revision>
  <cp:lastPrinted>2022-11-04T08:49:00Z</cp:lastPrinted>
  <dcterms:created xsi:type="dcterms:W3CDTF">2025-12-11T09:39:00Z</dcterms:created>
  <dcterms:modified xsi:type="dcterms:W3CDTF">2025-12-11T09:39:00Z</dcterms:modified>
</cp:coreProperties>
</file>